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D457A" w14:textId="248AB460" w:rsidR="00132599" w:rsidRPr="00132599" w:rsidRDefault="009A7EB7" w:rsidP="009A7EB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Ｐゴシック" w:hAnsi="Times New Roman" w:cs="ＭＳ Ｐゴシック" w:hint="eastAsia"/>
          <w:color w:val="000000"/>
          <w:kern w:val="0"/>
          <w:sz w:val="40"/>
          <w:szCs w:val="40"/>
        </w:rPr>
        <w:t xml:space="preserve">　　　　　　　　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≪</w:t>
      </w:r>
      <w:r w:rsidR="00132599"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提出書類チェックリスト</w:t>
      </w:r>
      <w:r w:rsidRPr="00391F37">
        <w:rPr>
          <w:rFonts w:ascii="BIZ UDゴシック" w:eastAsia="BIZ UDゴシック" w:hAnsi="BIZ UDゴシック" w:cs="ＭＳ Ｐゴシック" w:hint="eastAsia"/>
          <w:b/>
          <w:bCs/>
          <w:color w:val="000000"/>
          <w:kern w:val="0"/>
          <w:sz w:val="40"/>
          <w:szCs w:val="40"/>
        </w:rPr>
        <w:t>≫</w:t>
      </w:r>
      <w:r>
        <w:rPr>
          <w:rFonts w:ascii="ＭＳ 明朝" w:eastAsia="ＭＳ Ｐゴシック" w:hAnsi="Times New Roman" w:cs="ＭＳ Ｐゴシック" w:hint="eastAsia"/>
          <w:color w:val="000000"/>
          <w:kern w:val="0"/>
          <w:sz w:val="36"/>
          <w:szCs w:val="36"/>
        </w:rPr>
        <w:t xml:space="preserve">　　　</w:t>
      </w:r>
      <w:r w:rsidRPr="009A7EB7">
        <w:rPr>
          <w:rFonts w:ascii="ＭＳ 明朝" w:eastAsia="ＭＳ Ｐゴシック" w:hAnsi="Times New Roman" w:cs="ＭＳ Ｐゴシック" w:hint="eastAsia"/>
          <w:color w:val="FFFFFF" w:themeColor="background1"/>
          <w:kern w:val="0"/>
          <w:sz w:val="36"/>
          <w:szCs w:val="36"/>
          <w:shd w:val="clear" w:color="auto" w:fill="FF0000"/>
        </w:rPr>
        <w:t>提出不要</w:t>
      </w:r>
    </w:p>
    <w:p w14:paraId="1BAF2F0A" w14:textId="77777777" w:rsidR="00132599" w:rsidRPr="009A7EB7" w:rsidRDefault="00132599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29F3D14" w14:textId="72D6F896" w:rsidR="00132599" w:rsidRPr="00391F37" w:rsidRDefault="00132599" w:rsidP="00132599">
      <w:pPr>
        <w:overflowPunct w:val="0"/>
        <w:textAlignment w:val="baseline"/>
        <w:rPr>
          <w:rFonts w:ascii="UD デジタル 教科書体 NK-B" w:eastAsia="UD デジタル 教科書体 NK-B" w:hAnsi="ＭＳ ゴシック" w:cs="Times New Roman"/>
          <w:color w:val="000000"/>
          <w:kern w:val="0"/>
          <w:sz w:val="32"/>
          <w:szCs w:val="32"/>
          <w:u w:val="dotDotDash"/>
        </w:rPr>
      </w:pPr>
      <w:r w:rsidRPr="00132599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このリスト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kern w:val="0"/>
          <w:sz w:val="32"/>
          <w:szCs w:val="32"/>
          <w:u w:val="dotDotDash"/>
        </w:rPr>
        <w:t>を使用し再度、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提出書類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と書類の押印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の確認</w:t>
      </w:r>
      <w:r w:rsidR="00391F37"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をして</w:t>
      </w:r>
      <w:r w:rsidRPr="00391F37">
        <w:rPr>
          <w:rFonts w:ascii="UD デジタル 教科書体 NK-B" w:eastAsia="UD デジタル 教科書体 NK-B" w:hAnsi="ＭＳ ゴシック" w:cs="HG丸ｺﾞｼｯｸM-PRO" w:hint="eastAsia"/>
          <w:color w:val="000000"/>
          <w:kern w:val="0"/>
          <w:sz w:val="32"/>
          <w:szCs w:val="32"/>
          <w:u w:val="dotDotDash"/>
        </w:rPr>
        <w:t>ください。</w:t>
      </w:r>
    </w:p>
    <w:p w14:paraId="52232286" w14:textId="74663D8B" w:rsidR="009E4043" w:rsidRDefault="00132599" w:rsidP="00132599">
      <w:pPr>
        <w:overflowPunct w:val="0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１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全員提出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>(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次の書類を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全て</w:t>
      </w:r>
      <w:r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8F31EF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してください。</w:t>
      </w:r>
      <w:r w:rsidR="00F45FFE" w:rsidRPr="008F31EF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)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　　</w:t>
      </w:r>
      <w:r w:rsidR="00720F65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　　　　　　　　　　</w:t>
      </w:r>
    </w:p>
    <w:p w14:paraId="15CC3B0C" w14:textId="77777777" w:rsidR="009E4043" w:rsidRPr="009E4043" w:rsidRDefault="009E4043" w:rsidP="009A7EB7">
      <w:pPr>
        <w:overflowPunct w:val="0"/>
        <w:spacing w:line="200" w:lineRule="exact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513"/>
        <w:gridCol w:w="1701"/>
      </w:tblGrid>
      <w:tr w:rsidR="00F92319" w14:paraId="08580EC2" w14:textId="77777777" w:rsidTr="00F432B2"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1D044CE1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</w:tcPr>
          <w:p w14:paraId="49060E1B" w14:textId="77777777" w:rsidR="00F92319" w:rsidRPr="009A7EB7" w:rsidRDefault="00F92319" w:rsidP="00132599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b/>
                <w:bCs/>
                <w:color w:val="000000"/>
                <w:kern w:val="0"/>
                <w:sz w:val="26"/>
                <w:szCs w:val="26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F92319" w14:paraId="3754B98C" w14:textId="77777777" w:rsidTr="00F432B2">
        <w:trPr>
          <w:trHeight w:val="514"/>
        </w:trPr>
        <w:tc>
          <w:tcPr>
            <w:tcW w:w="75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3AE000" w14:textId="428B0BA4" w:rsidR="00F92319" w:rsidRPr="00132599" w:rsidRDefault="00095C43" w:rsidP="00795345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様式１「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令和</w:t>
            </w:r>
            <w:r w:rsidR="00976F00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７</w:t>
            </w:r>
            <w:r w:rsidR="009A7EB7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 xml:space="preserve">年度 </w:t>
            </w:r>
            <w:r w:rsidR="005E38B8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山口県</w:t>
            </w:r>
            <w:r w:rsidR="00F92319" w:rsidRPr="00795345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主</w:t>
            </w:r>
            <w:r w:rsidR="00F92319"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任介護支援専門員研修受講申込書」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B02A55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5D6D4B6A" w14:textId="77777777" w:rsidTr="00F432B2">
        <w:trPr>
          <w:trHeight w:val="834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5F1251" w14:textId="354E8454" w:rsidR="00F92319" w:rsidRPr="00E90638" w:rsidRDefault="00D02C2E" w:rsidP="00882FB8">
            <w:pPr>
              <w:overflowPunct w:val="0"/>
              <w:textAlignment w:val="baseline"/>
              <w:rPr>
                <w:rFonts w:asciiTheme="minorEastAsia" w:hAnsiTheme="minorEastAsia" w:cs="ＭＳ ゴシック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居宅サービス計画書</w:t>
            </w:r>
            <w:r w:rsidR="00E90638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等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(アセスメント表、計画表(</w:t>
            </w:r>
            <w:r w:rsidR="000E546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第</w:t>
            </w:r>
            <w:r w:rsidR="009A7EB7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１･２･３</w:t>
            </w: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表)</w:t>
            </w:r>
            <w:r w:rsidR="007E6586"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)</w:t>
            </w:r>
          </w:p>
          <w:p w14:paraId="024E7AD5" w14:textId="77777777" w:rsidR="00E90638" w:rsidRPr="00E90638" w:rsidRDefault="00E90638" w:rsidP="00E90638">
            <w:pPr>
              <w:overflowPunct w:val="0"/>
              <w:textAlignment w:val="baseline"/>
              <w:rPr>
                <w:rFonts w:asciiTheme="minorEastAsia" w:hAnsiTheme="minorEastAsia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E90638">
              <w:rPr>
                <w:rFonts w:asciiTheme="minorEastAsia" w:hAnsiTheme="minorEastAsia" w:cs="ＭＳ ゴシック" w:hint="eastAsia"/>
                <w:kern w:val="0"/>
                <w:sz w:val="24"/>
                <w:szCs w:val="24"/>
              </w:rPr>
              <w:t>(施設サービス計画書、介護予防プラン等)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CAE2D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C1393B" w14:paraId="2BBEB8EC" w14:textId="77777777" w:rsidTr="00F432B2">
        <w:trPr>
          <w:trHeight w:val="562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31546" w14:textId="77777777" w:rsidR="00C1393B" w:rsidRPr="00C1393B" w:rsidRDefault="00C1393B" w:rsidP="00F92319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Times New Roman" w:cs="ＭＳ 明朝" w:hint="eastAsia"/>
                <w:kern w:val="0"/>
                <w:sz w:val="24"/>
                <w:szCs w:val="24"/>
              </w:rPr>
              <w:t>介護支援専門員証の写し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3EA42" w14:textId="77777777" w:rsidR="00C1393B" w:rsidRPr="00C1393B" w:rsidRDefault="00C1393B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color w:val="FF0000"/>
                <w:kern w:val="0"/>
                <w:sz w:val="24"/>
                <w:szCs w:val="24"/>
              </w:rPr>
            </w:pPr>
            <w:r w:rsidRPr="00DD3294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□</w:t>
            </w:r>
          </w:p>
        </w:tc>
      </w:tr>
      <w:tr w:rsidR="00F92319" w14:paraId="6C987006" w14:textId="77777777" w:rsidTr="00F432B2">
        <w:trPr>
          <w:trHeight w:val="555"/>
        </w:trPr>
        <w:tc>
          <w:tcPr>
            <w:tcW w:w="751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C9127F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専門研修課程Ⅰ修了証明書の写し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（受講</w:t>
            </w:r>
            <w:r w:rsidR="00F45FFE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免除者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spacing w:val="-4"/>
                <w:kern w:val="0"/>
                <w:sz w:val="24"/>
                <w:szCs w:val="24"/>
              </w:rPr>
              <w:t>の場合を除く</w:t>
            </w: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D76709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F92319" w14:paraId="65706550" w14:textId="77777777" w:rsidTr="00F432B2">
        <w:trPr>
          <w:trHeight w:val="550"/>
        </w:trPr>
        <w:tc>
          <w:tcPr>
            <w:tcW w:w="75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E9961" w14:textId="77777777" w:rsidR="00F92319" w:rsidRPr="00132599" w:rsidRDefault="00F92319" w:rsidP="00F92319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専門研修課程Ⅱ修了証明書の写し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EFA2C" w14:textId="77777777" w:rsidR="00F92319" w:rsidRPr="00132599" w:rsidRDefault="00F92319" w:rsidP="00132599">
            <w:pPr>
              <w:overflowPunct w:val="0"/>
              <w:jc w:val="center"/>
              <w:textAlignment w:val="baseline"/>
              <w:rPr>
                <w:rFonts w:ascii="ＭＳ 明朝" w:eastAsia="ＭＳ 明朝" w:hAnsi="ＭＳ 明朝" w:cs="ＭＳ 明朝"/>
                <w:b/>
                <w:bCs/>
                <w:color w:val="000000"/>
                <w:kern w:val="0"/>
                <w:sz w:val="24"/>
                <w:szCs w:val="24"/>
              </w:rPr>
            </w:pPr>
            <w:r w:rsidRPr="00132599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7B1DFA2E" w14:textId="77777777" w:rsidR="002A3529" w:rsidRPr="002A3529" w:rsidRDefault="007E612D" w:rsidP="007E612D">
      <w:pPr>
        <w:overflowPunct w:val="0"/>
        <w:ind w:left="720" w:hangingChars="300" w:hanging="720"/>
        <w:textAlignment w:val="baseline"/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14:paraId="009CA703" w14:textId="1F1B732B" w:rsidR="002A3529" w:rsidRDefault="002A3529" w:rsidP="002A3529">
      <w:pPr>
        <w:overflowPunct w:val="0"/>
        <w:ind w:leftChars="200" w:left="680" w:hangingChars="100" w:hanging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 w:rsidR="007E612D"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7E612D"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介護支援専門員現任研修の</w:t>
      </w:r>
      <w:r w:rsidR="007E612D"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修了による専門研修課程Ⅰの受講免除については、</w:t>
      </w:r>
    </w:p>
    <w:p w14:paraId="1C256CE1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受講申込書の記載に基づき、山口県健康福祉部長寿社会課</w:t>
      </w:r>
      <w:r w:rsidR="008E307F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地域包括ケア推進班</w:t>
      </w:r>
    </w:p>
    <w:p w14:paraId="2FDE88F7" w14:textId="77777777" w:rsidR="002A352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で現任研修の修了状況を確認します。修了状況が不明な方は、あらかじめ同班に</w:t>
      </w:r>
    </w:p>
    <w:p w14:paraId="23EBAD84" w14:textId="62CEBABB" w:rsidR="00132599" w:rsidRDefault="007E612D" w:rsidP="002A3529">
      <w:pPr>
        <w:overflowPunct w:val="0"/>
        <w:ind w:leftChars="300" w:left="660" w:firstLineChars="100" w:firstLine="240"/>
        <w:textAlignment w:val="baseline"/>
        <w:rPr>
          <w:rFonts w:ascii="ＭＳ 明朝" w:eastAsia="ＭＳ 明朝" w:hAnsi="Times New Roman" w:cs="ＭＳ 明朝"/>
          <w:color w:val="000000"/>
          <w:kern w:val="0"/>
          <w:sz w:val="24"/>
          <w:szCs w:val="24"/>
        </w:rPr>
      </w:pP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お問合せください。</w:t>
      </w:r>
    </w:p>
    <w:p w14:paraId="236C79AC" w14:textId="77777777" w:rsidR="007E612D" w:rsidRPr="00132599" w:rsidRDefault="007E612D" w:rsidP="001325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384715C" w14:textId="04DEA498" w:rsidR="00132599" w:rsidRDefault="00132599" w:rsidP="00F45FFE">
      <w:pPr>
        <w:overflowPunct w:val="0"/>
        <w:ind w:left="261" w:hangingChars="100" w:hanging="261"/>
        <w:textAlignment w:val="baseline"/>
        <w:rPr>
          <w:rFonts w:ascii="ＭＳ 明朝" w:eastAsia="ＭＳ Ｐゴシック" w:hAnsi="Times New Roman" w:cs="ＭＳ Ｐゴシック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</w:pP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F92319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w w:val="151"/>
          <w:kern w:val="0"/>
          <w:sz w:val="26"/>
          <w:szCs w:val="26"/>
          <w:shd w:val="clear" w:color="auto" w:fill="000000" w:themeFill="text1"/>
        </w:rPr>
        <w:t xml:space="preserve">　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該当の要件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（開催要</w:t>
      </w:r>
      <w:r w:rsidR="00795345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項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「</w:t>
      </w:r>
      <w:r w:rsidR="008573D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２</w:t>
      </w:r>
      <w:r w:rsidR="008946B7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対象者」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の</w:t>
      </w:r>
      <w:r w:rsidR="00455CDA" w:rsidRPr="009A7EB7">
        <w:rPr>
          <w:rFonts w:ascii="ＭＳ Ｐゴシック" w:eastAsia="ＭＳ 明朝" w:hAnsi="ＭＳ Ｐゴシック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（２）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参照）に応じ、以下の書類を</w:t>
      </w:r>
      <w:r w:rsidR="00F45FFE"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追加で</w:t>
      </w:r>
      <w:r w:rsidRP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>提出</w:t>
      </w:r>
      <w:r w:rsidR="009A7EB7">
        <w:rPr>
          <w:rFonts w:ascii="ＭＳ 明朝" w:eastAsia="ＭＳ Ｐゴシック" w:hAnsi="Times New Roman" w:cs="ＭＳ Ｐゴシック" w:hint="eastAsia"/>
          <w:b/>
          <w:bCs/>
          <w:color w:val="FFFFFF" w:themeColor="background1"/>
          <w:kern w:val="0"/>
          <w:sz w:val="26"/>
          <w:szCs w:val="26"/>
          <w:shd w:val="clear" w:color="auto" w:fill="000000" w:themeFill="text1"/>
        </w:rPr>
        <w:t xml:space="preserve"> </w:t>
      </w:r>
    </w:p>
    <w:p w14:paraId="62234624" w14:textId="77777777" w:rsidR="009A7EB7" w:rsidRPr="009A7EB7" w:rsidRDefault="009A7EB7" w:rsidP="009A7EB7">
      <w:pPr>
        <w:overflowPunct w:val="0"/>
        <w:spacing w:line="180" w:lineRule="exact"/>
        <w:ind w:left="240" w:hangingChars="100" w:hanging="240"/>
        <w:textAlignment w:val="baseline"/>
        <w:rPr>
          <w:rFonts w:ascii="ＭＳ 明朝" w:eastAsia="ＭＳ 明朝" w:hAnsi="Times New Roman" w:cs="Times New Roman"/>
          <w:color w:val="FFFFFF" w:themeColor="background1"/>
          <w:kern w:val="0"/>
          <w:sz w:val="24"/>
          <w:szCs w:val="24"/>
          <w:shd w:val="clear" w:color="auto" w:fill="000000" w:themeFill="text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3"/>
        <w:gridCol w:w="5698"/>
        <w:gridCol w:w="1535"/>
      </w:tblGrid>
      <w:tr w:rsidR="00BA5765" w14:paraId="15F2CB58" w14:textId="77777777" w:rsidTr="00F432B2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5AFDA0E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該当要件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4F128686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提　出　書　類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hideMark/>
          </w:tcPr>
          <w:p w14:paraId="14BF9CE5" w14:textId="77777777" w:rsidR="00BA5765" w:rsidRPr="009A7EB7" w:rsidRDefault="00BA5765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9A7EB7">
              <w:rPr>
                <w:rFonts w:asciiTheme="majorEastAsia" w:eastAsiaTheme="majorEastAsia" w:hAnsiTheme="majorEastAsia" w:cs="ＭＳ 明朝" w:hint="eastAsia"/>
                <w:b/>
                <w:bCs/>
                <w:color w:val="000000"/>
                <w:kern w:val="0"/>
                <w:sz w:val="26"/>
                <w:szCs w:val="26"/>
              </w:rPr>
              <w:t>チェック欄</w:t>
            </w:r>
          </w:p>
        </w:tc>
      </w:tr>
      <w:tr w:rsidR="00BA5765" w14:paraId="5B16D6AA" w14:textId="77777777" w:rsidTr="00F432B2">
        <w:trPr>
          <w:trHeight w:val="508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6FB3C1" w14:textId="45C86D38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のア</w:t>
            </w:r>
          </w:p>
        </w:tc>
        <w:tc>
          <w:tcPr>
            <w:tcW w:w="56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4FC336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00CF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25EB800" w14:textId="77777777" w:rsidTr="00F432B2">
        <w:trPr>
          <w:trHeight w:val="55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362202" w14:textId="2C047835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のイ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C36FEF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A9E90F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328E066" w14:textId="77777777" w:rsidTr="00F432B2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C5796C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CFD829" w14:textId="33561D6E" w:rsidR="00BA5765" w:rsidRPr="00C11B06" w:rsidRDefault="00D22106" w:rsidP="004E51F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6"/>
              </w:rPr>
            </w:pPr>
            <w:r w:rsidRPr="00795345">
              <w:rPr>
                <w:rFonts w:hint="eastAsia"/>
                <w:szCs w:val="26"/>
              </w:rPr>
              <w:t>ケアマネジメントリーダー養成研修修了証明書</w:t>
            </w:r>
            <w:r w:rsidRPr="00795345">
              <w:rPr>
                <w:rFonts w:ascii="ＭＳ 明朝" w:eastAsia="ＭＳ 明朝" w:hAnsi="Times New Roman" w:cs="ＭＳ 明朝" w:hint="eastAsia"/>
                <w:kern w:val="0"/>
                <w:szCs w:val="26"/>
              </w:rPr>
              <w:t>の写し</w:t>
            </w:r>
            <w:r w:rsidRPr="00795345">
              <w:rPr>
                <w:rFonts w:hint="eastAsia"/>
                <w:szCs w:val="26"/>
              </w:rPr>
              <w:t>又は</w:t>
            </w:r>
            <w:r w:rsidR="00F326E8" w:rsidRPr="00795345">
              <w:rPr>
                <w:rFonts w:hint="eastAsia"/>
                <w:szCs w:val="26"/>
              </w:rPr>
              <w:t>認定ケアマネジャーの場合は</w:t>
            </w:r>
            <w:r w:rsidR="00BA5765" w:rsidRPr="00C11B06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認定証の写し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A48902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5790264" w14:textId="77777777" w:rsidTr="00F432B2">
        <w:trPr>
          <w:trHeight w:val="574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359E9E" w14:textId="6B92849F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のウ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1B6F38" w14:textId="2374141B" w:rsidR="00D22106" w:rsidRPr="006B17CE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</w:pP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様式</w:t>
            </w:r>
            <w:r w:rsidR="00D02C2E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４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「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地域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包括</w:t>
            </w:r>
            <w:r w:rsidR="00F11100"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支援センター</w:t>
            </w:r>
            <w:r w:rsidRPr="006B17CE">
              <w:rPr>
                <w:rFonts w:ascii="ＭＳ 明朝" w:eastAsia="ＭＳ 明朝" w:hAnsi="Times New Roman" w:cs="ＭＳ 明朝" w:hint="eastAsia"/>
                <w:color w:val="000000"/>
                <w:kern w:val="0"/>
                <w:szCs w:val="26"/>
              </w:rPr>
              <w:t>配置等証明書」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869D1A" w14:textId="77777777" w:rsidR="0008026D" w:rsidRDefault="00BA5765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  <w:p w14:paraId="01459530" w14:textId="77777777" w:rsidR="00D22106" w:rsidRDefault="00D22106" w:rsidP="0008026D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 w:rsidRPr="00795345">
              <w:rPr>
                <w:rFonts w:ascii="ＭＳ 明朝" w:eastAsia="ＭＳ 明朝" w:hAnsi="Times New Roman" w:cs="Times New Roman" w:hint="eastAsia"/>
                <w:kern w:val="0"/>
                <w:sz w:val="24"/>
                <w:szCs w:val="24"/>
              </w:rPr>
              <w:t>□</w:t>
            </w:r>
          </w:p>
        </w:tc>
      </w:tr>
      <w:tr w:rsidR="00BA5765" w14:paraId="23CE6A40" w14:textId="77777777" w:rsidTr="00F432B2">
        <w:trPr>
          <w:trHeight w:val="554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5DB0C1" w14:textId="0A821601" w:rsidR="00BA5765" w:rsidRDefault="008573D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のエ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52C192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D8AF6B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18DDEAD5" w14:textId="77777777" w:rsidTr="00F432B2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0CECC93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8B0D80" w14:textId="77777777" w:rsidR="00BA5765" w:rsidRP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FFFFFF" w:themeColor="background1"/>
                <w:kern w:val="0"/>
                <w:sz w:val="26"/>
                <w:szCs w:val="26"/>
              </w:rPr>
            </w:pP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４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地域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包括</w:t>
            </w:r>
            <w:r w:rsidR="00F11100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支援センター</w:t>
            </w:r>
            <w:r w:rsidRP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配置等証明書」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91C921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0CF504D2" w14:textId="77777777" w:rsidTr="00F432B2">
        <w:trPr>
          <w:trHeight w:val="5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8699D0" w14:textId="0B07A970" w:rsidR="00BA5765" w:rsidRDefault="008573D7" w:rsidP="00455CDA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 w:rsidR="00455CDA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（２）</w:t>
            </w:r>
            <w:r w:rsidR="00BA5765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のオ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C78F64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２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「実務経験証明書」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4D4A61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:rsidR="00BA5765" w14:paraId="6D75554E" w14:textId="77777777" w:rsidTr="00F432B2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C6A9CE" w14:textId="77777777" w:rsidR="00BA5765" w:rsidRDefault="00BA5765">
            <w:pPr>
              <w:widowControl/>
              <w:jc w:val="left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6D228C" w14:textId="77777777" w:rsidR="00BA5765" w:rsidRDefault="00BA5765" w:rsidP="00F11100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26"/>
                <w:szCs w:val="26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様式</w:t>
            </w:r>
            <w:r w:rsidR="00D02C2E"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３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－１「推薦書」</w:t>
            </w:r>
          </w:p>
          <w:p w14:paraId="73D31F1C" w14:textId="77777777" w:rsidR="00BA5765" w:rsidRDefault="00BA5765">
            <w:pPr>
              <w:overflowPunct w:val="0"/>
              <w:ind w:firstLineChars="100" w:firstLine="26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山口県介護支援専門員協会によるもの</w:t>
            </w:r>
            <w:r>
              <w:rPr>
                <w:rFonts w:ascii="ＭＳ 明朝" w:eastAsia="ＭＳ 明朝" w:hAnsi="Times New Roman" w:cs="ＭＳ 明朝" w:hint="eastAsia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5D759A" w14:textId="77777777" w:rsidR="00BA5765" w:rsidRDefault="00BA5765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4"/>
                <w:szCs w:val="24"/>
              </w:rPr>
              <w:t>□</w:t>
            </w:r>
          </w:p>
        </w:tc>
      </w:tr>
    </w:tbl>
    <w:p w14:paraId="4DFADE48" w14:textId="77777777" w:rsidR="002A3529" w:rsidRDefault="002A3529" w:rsidP="002A3529">
      <w:pPr>
        <w:pStyle w:val="a4"/>
        <w:numPr>
          <w:ilvl w:val="0"/>
          <w:numId w:val="1"/>
        </w:numPr>
        <w:overflowPunct w:val="0"/>
        <w:ind w:leftChars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㊟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</w:t>
      </w:r>
      <w:r w:rsidR="00D02C2E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－１「推薦書」は</w:t>
      </w:r>
      <w:r w:rsidR="00F72FD9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一般社団法人</w:t>
      </w:r>
      <w:r w:rsidR="009A7EB7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7E612D"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山口県介護支援専門員協会の推薦に</w:t>
      </w:r>
    </w:p>
    <w:p w14:paraId="495692A9" w14:textId="6F4F6C9C" w:rsidR="007E612D" w:rsidRPr="002A3529" w:rsidRDefault="007E612D" w:rsidP="002A3529">
      <w:pPr>
        <w:overflowPunct w:val="0"/>
        <w:ind w:left="480" w:firstLineChars="300" w:firstLine="72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2A352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よる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ものです。開催要</w:t>
      </w:r>
      <w:r w:rsidR="0079534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項</w:t>
      </w:r>
      <w:r w:rsidRPr="0013259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D324D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７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455CD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（１）</w:t>
      </w:r>
      <w:r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の</w:t>
      </w:r>
      <w:r w:rsidR="005E38B8" w:rsidRPr="00795345">
        <w:rPr>
          <w:rFonts w:ascii="ＭＳ 明朝" w:eastAsia="ＭＳ 明朝" w:hAnsi="Times New Roman" w:cs="ＭＳ 明朝" w:hint="eastAsia"/>
          <w:kern w:val="0"/>
          <w:sz w:val="24"/>
          <w:szCs w:val="24"/>
        </w:rPr>
        <w:t>エ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－注</w:t>
      </w:r>
      <w:r w:rsidR="00D46EEC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３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を</w:t>
      </w:r>
      <w:r w:rsidR="00720F65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御</w:t>
      </w:r>
      <w:r w:rsidRPr="00132599">
        <w:rPr>
          <w:rFonts w:ascii="ＭＳ 明朝" w:eastAsia="ＭＳ 明朝" w:hAnsi="Times New Roman" w:cs="ＭＳ 明朝" w:hint="eastAsia"/>
          <w:color w:val="000000"/>
          <w:kern w:val="0"/>
          <w:sz w:val="24"/>
          <w:szCs w:val="24"/>
        </w:rPr>
        <w:t>覧ください。</w:t>
      </w:r>
    </w:p>
    <w:sectPr w:rsidR="007E612D" w:rsidRPr="002A3529" w:rsidSect="002A3529">
      <w:pgSz w:w="11906" w:h="16838" w:code="9"/>
      <w:pgMar w:top="1021" w:right="1134" w:bottom="1021" w:left="1134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DA41A" w14:textId="77777777" w:rsidR="009D433B" w:rsidRDefault="009D433B" w:rsidP="009D433B">
      <w:r>
        <w:separator/>
      </w:r>
    </w:p>
  </w:endnote>
  <w:endnote w:type="continuationSeparator" w:id="0">
    <w:p w14:paraId="500855E2" w14:textId="77777777" w:rsidR="009D433B" w:rsidRDefault="009D433B" w:rsidP="009D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4B04" w14:textId="77777777" w:rsidR="009D433B" w:rsidRDefault="009D433B" w:rsidP="009D433B">
      <w:r>
        <w:separator/>
      </w:r>
    </w:p>
  </w:footnote>
  <w:footnote w:type="continuationSeparator" w:id="0">
    <w:p w14:paraId="61556A1E" w14:textId="77777777" w:rsidR="009D433B" w:rsidRDefault="009D433B" w:rsidP="009D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E7F4B"/>
    <w:multiLevelType w:val="hybridMultilevel"/>
    <w:tmpl w:val="76D65922"/>
    <w:lvl w:ilvl="0" w:tplc="F36AD554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202751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F0"/>
    <w:rsid w:val="00065421"/>
    <w:rsid w:val="0008026D"/>
    <w:rsid w:val="00080769"/>
    <w:rsid w:val="00087DF0"/>
    <w:rsid w:val="00095C43"/>
    <w:rsid w:val="000A5520"/>
    <w:rsid w:val="000E5466"/>
    <w:rsid w:val="000F618D"/>
    <w:rsid w:val="00132599"/>
    <w:rsid w:val="00145C18"/>
    <w:rsid w:val="00146128"/>
    <w:rsid w:val="001611F2"/>
    <w:rsid w:val="001F35DA"/>
    <w:rsid w:val="001F65C5"/>
    <w:rsid w:val="00220AF1"/>
    <w:rsid w:val="00243054"/>
    <w:rsid w:val="00282470"/>
    <w:rsid w:val="002A1489"/>
    <w:rsid w:val="002A3529"/>
    <w:rsid w:val="00356638"/>
    <w:rsid w:val="00391F37"/>
    <w:rsid w:val="003E2A0E"/>
    <w:rsid w:val="00455CDA"/>
    <w:rsid w:val="004E51FF"/>
    <w:rsid w:val="004F44F7"/>
    <w:rsid w:val="0058499A"/>
    <w:rsid w:val="005E38B8"/>
    <w:rsid w:val="00670618"/>
    <w:rsid w:val="006B17CE"/>
    <w:rsid w:val="006D4232"/>
    <w:rsid w:val="0071067A"/>
    <w:rsid w:val="00720F65"/>
    <w:rsid w:val="00795345"/>
    <w:rsid w:val="007B46D4"/>
    <w:rsid w:val="007E612D"/>
    <w:rsid w:val="007E6586"/>
    <w:rsid w:val="008573D7"/>
    <w:rsid w:val="00882FB8"/>
    <w:rsid w:val="008946B7"/>
    <w:rsid w:val="008E307F"/>
    <w:rsid w:val="008F31EF"/>
    <w:rsid w:val="00976F00"/>
    <w:rsid w:val="00995B6A"/>
    <w:rsid w:val="009A49BE"/>
    <w:rsid w:val="009A7EB7"/>
    <w:rsid w:val="009D433B"/>
    <w:rsid w:val="009D6B97"/>
    <w:rsid w:val="009E4043"/>
    <w:rsid w:val="00AC5D10"/>
    <w:rsid w:val="00AE222C"/>
    <w:rsid w:val="00B21CD9"/>
    <w:rsid w:val="00B41B52"/>
    <w:rsid w:val="00BA5765"/>
    <w:rsid w:val="00C11B06"/>
    <w:rsid w:val="00C1393B"/>
    <w:rsid w:val="00C66528"/>
    <w:rsid w:val="00C705DA"/>
    <w:rsid w:val="00D02C2E"/>
    <w:rsid w:val="00D22106"/>
    <w:rsid w:val="00D324D8"/>
    <w:rsid w:val="00D46EEC"/>
    <w:rsid w:val="00DD3294"/>
    <w:rsid w:val="00DF05DC"/>
    <w:rsid w:val="00E90638"/>
    <w:rsid w:val="00F07155"/>
    <w:rsid w:val="00F11100"/>
    <w:rsid w:val="00F326E8"/>
    <w:rsid w:val="00F432B2"/>
    <w:rsid w:val="00F45FFE"/>
    <w:rsid w:val="00F67E79"/>
    <w:rsid w:val="00F72FD9"/>
    <w:rsid w:val="00F90FA0"/>
    <w:rsid w:val="00F9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A0B8FF1"/>
  <w15:docId w15:val="{AA1E07B5-230A-4AEC-AC32-BE8B4961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5FF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433B"/>
  </w:style>
  <w:style w:type="paragraph" w:styleId="a7">
    <w:name w:val="footer"/>
    <w:basedOn w:val="a"/>
    <w:link w:val="a8"/>
    <w:uiPriority w:val="99"/>
    <w:unhideWhenUsed/>
    <w:rsid w:val="009D4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433B"/>
  </w:style>
  <w:style w:type="paragraph" w:styleId="a9">
    <w:name w:val="Balloon Text"/>
    <w:basedOn w:val="a"/>
    <w:link w:val="aa"/>
    <w:uiPriority w:val="99"/>
    <w:semiHidden/>
    <w:unhideWhenUsed/>
    <w:rsid w:val="000654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4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5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福祉研修センター</dc:creator>
  <cp:lastModifiedBy>松尾 奈津美</cp:lastModifiedBy>
  <cp:revision>13</cp:revision>
  <cp:lastPrinted>2021-08-25T08:32:00Z</cp:lastPrinted>
  <dcterms:created xsi:type="dcterms:W3CDTF">2021-08-04T07:10:00Z</dcterms:created>
  <dcterms:modified xsi:type="dcterms:W3CDTF">2025-08-13T01:34:00Z</dcterms:modified>
</cp:coreProperties>
</file>